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23A" w:rsidRPr="00785289" w:rsidRDefault="0022023A" w:rsidP="0099520E">
      <w:pPr>
        <w:spacing w:after="0" w:line="260" w:lineRule="exact"/>
        <w:jc w:val="center"/>
        <w:rPr>
          <w:rFonts w:ascii="Times New Roman" w:hAnsi="Times New Roman"/>
          <w:b/>
          <w:sz w:val="26"/>
          <w:szCs w:val="26"/>
        </w:rPr>
      </w:pPr>
      <w:r w:rsidRPr="00785289">
        <w:rPr>
          <w:rFonts w:ascii="Times New Roman" w:hAnsi="Times New Roman"/>
          <w:b/>
          <w:sz w:val="26"/>
          <w:szCs w:val="26"/>
        </w:rPr>
        <w:t>СОГЛАСИЕ</w:t>
      </w:r>
    </w:p>
    <w:p w:rsidR="0022023A" w:rsidRPr="00785289" w:rsidRDefault="0022023A" w:rsidP="0099520E">
      <w:pPr>
        <w:spacing w:after="0" w:line="260" w:lineRule="exact"/>
        <w:jc w:val="center"/>
        <w:rPr>
          <w:rFonts w:ascii="Times New Roman" w:hAnsi="Times New Roman"/>
          <w:b/>
          <w:sz w:val="26"/>
          <w:szCs w:val="26"/>
        </w:rPr>
      </w:pPr>
      <w:r w:rsidRPr="00785289">
        <w:rPr>
          <w:rFonts w:ascii="Times New Roman" w:hAnsi="Times New Roman"/>
          <w:b/>
          <w:sz w:val="26"/>
          <w:szCs w:val="26"/>
        </w:rPr>
        <w:t>физического лица (его законного представителя)</w:t>
      </w:r>
      <w:r w:rsidR="00A95BBA">
        <w:rPr>
          <w:rFonts w:ascii="Times New Roman" w:hAnsi="Times New Roman"/>
          <w:b/>
          <w:sz w:val="26"/>
          <w:szCs w:val="26"/>
        </w:rPr>
        <w:t xml:space="preserve"> </w:t>
      </w:r>
      <w:r w:rsidRPr="00785289">
        <w:rPr>
          <w:rFonts w:ascii="Times New Roman" w:hAnsi="Times New Roman"/>
          <w:b/>
          <w:sz w:val="26"/>
          <w:szCs w:val="26"/>
        </w:rPr>
        <w:t xml:space="preserve">на </w:t>
      </w:r>
      <w:r w:rsidR="005E65C1" w:rsidRPr="00785289">
        <w:rPr>
          <w:rFonts w:ascii="Times New Roman" w:hAnsi="Times New Roman"/>
          <w:b/>
          <w:sz w:val="26"/>
          <w:szCs w:val="26"/>
        </w:rPr>
        <w:t xml:space="preserve">обработку персональных данных, в том числе </w:t>
      </w:r>
      <w:r w:rsidRPr="00785289">
        <w:rPr>
          <w:rFonts w:ascii="Times New Roman" w:hAnsi="Times New Roman"/>
          <w:b/>
          <w:sz w:val="26"/>
          <w:szCs w:val="26"/>
        </w:rPr>
        <w:t>предоставление сведений о правонарушениях, хранящихся в</w:t>
      </w:r>
      <w:r w:rsidR="00A95BBA">
        <w:rPr>
          <w:rFonts w:ascii="Times New Roman" w:hAnsi="Times New Roman"/>
          <w:b/>
          <w:sz w:val="26"/>
          <w:szCs w:val="26"/>
        </w:rPr>
        <w:t xml:space="preserve"> </w:t>
      </w:r>
      <w:r w:rsidRPr="00785289">
        <w:rPr>
          <w:rFonts w:ascii="Times New Roman" w:hAnsi="Times New Roman"/>
          <w:b/>
          <w:sz w:val="26"/>
          <w:szCs w:val="26"/>
        </w:rPr>
        <w:t>едином государственном банке данных о правонарушениях</w:t>
      </w:r>
      <w:r w:rsidR="003B1D96" w:rsidRPr="00B21A0B">
        <w:rPr>
          <w:rFonts w:ascii="Times New Roman" w:hAnsi="Times New Roman"/>
          <w:b/>
          <w:sz w:val="26"/>
          <w:szCs w:val="26"/>
          <w:vertAlign w:val="superscript"/>
        </w:rPr>
        <w:t>*</w:t>
      </w:r>
    </w:p>
    <w:p w:rsidR="00404629" w:rsidRDefault="00404629" w:rsidP="00B379A9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tbl>
      <w:tblPr>
        <w:tblStyle w:val="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122DCC" w:rsidRPr="00122DCC" w:rsidTr="00301E2E">
        <w:tc>
          <w:tcPr>
            <w:tcW w:w="4253" w:type="dxa"/>
          </w:tcPr>
          <w:p w:rsidR="00122DCC" w:rsidRPr="00036CB0" w:rsidRDefault="00122DCC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Фамилия</w:t>
            </w:r>
          </w:p>
        </w:tc>
        <w:sdt>
          <w:sdtPr>
            <w:rPr>
              <w:rStyle w:val="2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1476254260"/>
            <w:placeholder>
              <w:docPart w:val="DEFE35E71BD04F079ACCA032AB61CC14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tc>
              <w:tcPr>
                <w:tcW w:w="5386" w:type="dxa"/>
                <w:tcBorders>
                  <w:bottom w:val="single" w:sz="4" w:space="0" w:color="auto"/>
                </w:tcBorders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122DCC" w:rsidRPr="00122DCC" w:rsidTr="00301E2E">
        <w:tc>
          <w:tcPr>
            <w:tcW w:w="4253" w:type="dxa"/>
          </w:tcPr>
          <w:p w:rsidR="00122DCC" w:rsidRPr="00036CB0" w:rsidRDefault="00122DCC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Собственное имя</w:t>
            </w:r>
          </w:p>
        </w:tc>
        <w:sdt>
          <w:sdtPr>
            <w:rPr>
              <w:rStyle w:val="4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2027098788"/>
            <w:placeholder>
              <w:docPart w:val="FA4D372218194BD8902E4551BFB32806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122DCC" w:rsidRPr="00122DCC" w:rsidTr="00301E2E">
        <w:tc>
          <w:tcPr>
            <w:tcW w:w="4253" w:type="dxa"/>
          </w:tcPr>
          <w:p w:rsidR="00122DCC" w:rsidRPr="00036CB0" w:rsidRDefault="00122DCC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Отчество (если таковое имеется)</w:t>
            </w:r>
          </w:p>
        </w:tc>
        <w:sdt>
          <w:sdtPr>
            <w:rPr>
              <w:rStyle w:val="5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1576739237"/>
            <w:placeholder>
              <w:docPart w:val="61812CBCACA9417B9A1FE0264AEB9005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122DCC" w:rsidRPr="00122DCC" w:rsidTr="00301E2E">
        <w:tc>
          <w:tcPr>
            <w:tcW w:w="4253" w:type="dxa"/>
          </w:tcPr>
          <w:p w:rsidR="00122DCC" w:rsidRPr="00036CB0" w:rsidRDefault="00122DCC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Дата рождения</w:t>
            </w:r>
          </w:p>
        </w:tc>
        <w:sdt>
          <w:sdtPr>
            <w:rPr>
              <w:rStyle w:val="9"/>
            </w:rPr>
            <w:id w:val="850682151"/>
            <w:placeholder>
              <w:docPart w:val="DAC3092FB5BB4A25B546EF0E44DEC2E8"/>
            </w:placeholder>
            <w:showingPlcHdr/>
            <w15:color w:val="008000"/>
            <w:date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  <w:sz w:val="24"/>
              <w:szCs w:val="24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даты.</w:t>
                </w:r>
              </w:p>
            </w:tc>
          </w:sdtContent>
        </w:sdt>
      </w:tr>
      <w:tr w:rsidR="00122DCC" w:rsidRPr="00122DCC" w:rsidTr="00301E2E">
        <w:tc>
          <w:tcPr>
            <w:tcW w:w="4253" w:type="dxa"/>
          </w:tcPr>
          <w:p w:rsidR="00122DCC" w:rsidRPr="00036CB0" w:rsidRDefault="00122DCC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Место рождения</w:t>
            </w:r>
          </w:p>
        </w:tc>
        <w:sdt>
          <w:sdtPr>
            <w:rPr>
              <w:rStyle w:val="100"/>
            </w:rPr>
            <w:id w:val="-195780405"/>
            <w:placeholder>
              <w:docPart w:val="0DC7ACACC40348AFAD8064619B001480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bookmarkStart w:id="0" w:name="_GoBack" w:displacedByCustomXml="prev"/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  <w:bookmarkEnd w:id="0" w:displacedByCustomXml="next"/>
          </w:sdtContent>
        </w:sdt>
      </w:tr>
      <w:tr w:rsidR="00122DCC" w:rsidRPr="00122DCC" w:rsidTr="00301E2E">
        <w:tc>
          <w:tcPr>
            <w:tcW w:w="4253" w:type="dxa"/>
          </w:tcPr>
          <w:p w:rsidR="00881ABE" w:rsidRPr="00036CB0" w:rsidRDefault="00122DCC" w:rsidP="00881ABE">
            <w:pPr>
              <w:spacing w:after="0" w:line="240" w:lineRule="auto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 xml:space="preserve">Идентификационный номер </w:t>
            </w:r>
          </w:p>
          <w:p w:rsidR="00122DCC" w:rsidRPr="00122DCC" w:rsidRDefault="00122DCC" w:rsidP="00881ABE">
            <w:pPr>
              <w:spacing w:after="0" w:line="200" w:lineRule="exact"/>
              <w:rPr>
                <w:sz w:val="24"/>
                <w:szCs w:val="24"/>
                <w:lang w:eastAsia="ru-RU"/>
              </w:rPr>
            </w:pPr>
            <w:r w:rsidRPr="00122DCC">
              <w:rPr>
                <w:sz w:val="20"/>
                <w:szCs w:val="20"/>
                <w:lang w:eastAsia="ru-RU"/>
              </w:rPr>
              <w:t>(</w:t>
            </w:r>
            <w:r w:rsidRPr="00881ABE">
              <w:rPr>
                <w:rFonts w:eastAsia="Calibri"/>
                <w:sz w:val="20"/>
                <w:szCs w:val="20"/>
              </w:rPr>
              <w:t>в случае отсутствия - номер документа, удостоверяющего личность</w:t>
            </w:r>
            <w:r w:rsidRPr="00881ABE">
              <w:rPr>
                <w:rFonts w:eastAsia="Calibri"/>
                <w:sz w:val="18"/>
                <w:szCs w:val="18"/>
              </w:rPr>
              <w:t>)</w:t>
            </w:r>
          </w:p>
        </w:tc>
        <w:sdt>
          <w:sdtPr>
            <w:rPr>
              <w:rStyle w:val="7"/>
            </w:rPr>
            <w:id w:val="-1747174385"/>
            <w:placeholder>
              <w:docPart w:val="EB0BB9996D10434C9EA1CA8F74099328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  <w:p w:rsidR="00122DCC" w:rsidRPr="00122DCC" w:rsidRDefault="00122DCC" w:rsidP="00122DCC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</w:tbl>
    <w:p w:rsidR="00303CB1" w:rsidRPr="00881ABE" w:rsidRDefault="00303CB1" w:rsidP="00847B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830"/>
      </w:tblGrid>
      <w:tr w:rsidR="00847BED" w:rsidRPr="00881ABE" w:rsidTr="00301E2E">
        <w:trPr>
          <w:trHeight w:val="373"/>
        </w:trPr>
        <w:tc>
          <w:tcPr>
            <w:tcW w:w="1809" w:type="dxa"/>
            <w:vAlign w:val="center"/>
          </w:tcPr>
          <w:p w:rsidR="00847BED" w:rsidRPr="00036CB0" w:rsidRDefault="00847BED" w:rsidP="00847BED">
            <w:pPr>
              <w:spacing w:after="0" w:line="24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rFonts w:eastAsia="Calibri"/>
                <w:sz w:val="26"/>
                <w:szCs w:val="26"/>
              </w:rPr>
              <w:t xml:space="preserve">для (в целях) </w:t>
            </w:r>
          </w:p>
        </w:tc>
        <w:sdt>
          <w:sdtPr>
            <w:rPr>
              <w:rStyle w:val="8"/>
            </w:rPr>
            <w:id w:val="-482628794"/>
            <w:placeholder>
              <w:docPart w:val="4E91FBC1F6DB491EA97E5D734F69B5DD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24"/>
              <w:szCs w:val="24"/>
              <w:lang w:eastAsia="ru-RU"/>
            </w:rPr>
          </w:sdtEndPr>
          <w:sdtContent>
            <w:tc>
              <w:tcPr>
                <w:tcW w:w="7830" w:type="dxa"/>
                <w:tcBorders>
                  <w:bottom w:val="single" w:sz="4" w:space="0" w:color="auto"/>
                </w:tcBorders>
                <w:vAlign w:val="center"/>
              </w:tcPr>
              <w:p w:rsidR="00847BED" w:rsidRPr="00404629" w:rsidRDefault="00122DCC" w:rsidP="002F6B61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881ABE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CE3FE1" w:rsidRPr="00881ABE" w:rsidTr="009329BC">
        <w:trPr>
          <w:trHeight w:val="373"/>
        </w:trPr>
        <w:tc>
          <w:tcPr>
            <w:tcW w:w="9639" w:type="dxa"/>
            <w:gridSpan w:val="2"/>
            <w:vAlign w:val="center"/>
          </w:tcPr>
          <w:p w:rsidR="00CE3FE1" w:rsidRPr="00036CB0" w:rsidRDefault="00CE3FE1" w:rsidP="00036CB0">
            <w:pPr>
              <w:spacing w:after="0" w:line="280" w:lineRule="exact"/>
              <w:jc w:val="both"/>
              <w:rPr>
                <w:rStyle w:val="10"/>
                <w:sz w:val="26"/>
                <w:szCs w:val="26"/>
              </w:rPr>
            </w:pPr>
            <w:r w:rsidRPr="00036CB0">
              <w:rPr>
                <w:rFonts w:eastAsia="Calibri"/>
                <w:sz w:val="26"/>
                <w:szCs w:val="26"/>
              </w:rPr>
              <w:t>даю согласие на обработку моих персональных данных, в том числе предоставление, Министерству иностранных дел Республики Беларусь и</w:t>
            </w:r>
            <w:r w:rsidRPr="00036CB0">
              <w:rPr>
                <w:sz w:val="26"/>
                <w:szCs w:val="26"/>
              </w:rPr>
              <w:t xml:space="preserve"> </w:t>
            </w:r>
            <w:sdt>
              <w:sdtPr>
                <w:rPr>
                  <w:rStyle w:val="11"/>
                </w:rPr>
                <w:id w:val="1801182174"/>
                <w:placeholder>
                  <w:docPart w:val="5810571D08304F228774A1F09D6378C7"/>
                </w:placeholder>
                <w:showingPlcHdr/>
                <w:comboBox>
                  <w:listItem w:value="Выберите элемент."/>
                  <w:listItem w:displayText="Австрия - Посольство Республики Беларусь" w:value="Австрия - Посольство Республики Беларусь"/>
                  <w:listItem w:displayText="Азербайджан - Посольство Республики Беларусь" w:value="Азербайджан - Посольство Республики Беларусь"/>
                  <w:listItem w:displayText="Аргентина - Посольство Республики Беларусь" w:value="Аргентина - Посольство Республики Беларусь"/>
                  <w:listItem w:displayText="Армения - Посольство Республики Беларусь" w:value="Армения - Посольство Республики Беларусь"/>
                  <w:listItem w:displayText="Бельгия - Посольство Республики Беларусь" w:value="Бельгия - Посольство Республики Беларусь"/>
                  <w:listItem w:displayText="Болгария - Посольство Республики Беларусь" w:value="Болгария - Посольство Республики Беларусь"/>
                  <w:listItem w:displayText="Бразилия - Посольство Республики Беларусь" w:value="Бразилия - Посольство Республики Беларусь"/>
                  <w:listItem w:displayText="Великобритания - Посольство Республики Беларусь" w:value="Великобритания - Посольство Республики Беларусь"/>
                  <w:listItem w:displayText="Венгрия - Посольство Республики Беларусь" w:value="Венгрия - Посольство Республики Беларусь"/>
                  <w:listItem w:displayText="Венесуэла - Посольство Республики Беларусь" w:value="Венесуэла - Посольство Республики Беларусь"/>
                  <w:listItem w:displayText="Вьетнам - Посольство Республики Беларусь" w:value="Вьетнам - Посольство Республики Беларусь"/>
                  <w:listItem w:displayText="Германия - Генеральное консульство Республики Беларусь в Мюнхене" w:value="Германия - Генеральное консульство Республики Беларусь в Мюнхене"/>
                  <w:listItem w:displayText="Германия - Посольство Республики Беларусь" w:value="Германия - Посольство Республики Беларусь"/>
                  <w:listItem w:displayText="Грузия - Посольство Республики Беларусь" w:value="Грузия - Посольство Республики Беларусь"/>
                  <w:listItem w:displayText="Египет - Посольство Республики Беларусь" w:value="Египет - Посольство Республики Беларусь"/>
                  <w:listItem w:displayText="Израиль - Посольство Республики Беларусь" w:value="Израиль - Посольство Республики Беларусь"/>
                  <w:listItem w:displayText="Индия - Посольство Республики Беларусь" w:value="Индия - Посольство Республики Беларусь"/>
                  <w:listItem w:displayText="Индонезия - Посольство Республики Беларусь" w:value="Индонезия - Посольство Республики Беларусь"/>
                  <w:listItem w:displayText="Иран - Посольство Республики Беларусь" w:value="Иран - Посольство Республики Беларусь"/>
                  <w:listItem w:displayText="Испания - Посольство Республики Беларусь" w:value="Испания - Посольство Республики Беларусь"/>
                  <w:listItem w:displayText="Италия - Посольство Республики Беларусь" w:value="Италия - Посольство Республики Беларусь"/>
                  <w:listItem w:displayText="Казахстан - Посольство Республики Беларусь" w:value="Казахстан - Посольство Республики Беларусь"/>
                  <w:listItem w:displayText="Катар - Посольство Республики Беларусь" w:value="Катар - Посольство Республики Беларусь"/>
                  <w:listItem w:displayText="Кения - Посольство Республики Беларусь" w:value="Кения - Посольство Республики Беларусь"/>
                  <w:listItem w:displayText="Китай - Генеральное консульство Республики Беларусь в Гуанчжоу" w:value="Китай - Генеральное консульство Республики Беларусь в Гуанчжоу"/>
                  <w:listItem w:displayText="Китай - Генеральное консульство Республики Беларусь в Чунцине" w:value="Китай - Генеральное консульство Республики Беларусь в Чунцине"/>
                  <w:listItem w:displayText="Китай - Генеральное консульство Республики Беларусь в Шанхае" w:value="Китай - Генеральное консульство Республики Беларусь в Шанхае"/>
                  <w:listItem w:displayText="Китай - Посольство Республики Беларусь" w:value="Китай - Посольство Республики Беларусь"/>
                  <w:listItem w:displayText="Корея - Посольство Республики Беларусь" w:value="Корея - Посольство Республики Беларусь"/>
                  <w:listItem w:displayText="Куба - Посольство Республики Беларусь" w:value="Куба - Посольство Республики Беларусь"/>
                  <w:listItem w:displayText="Кыргызстан - Посольство Республики Беларусь" w:value="Кыргызстан - Посольство Республики Беларусь"/>
                  <w:listItem w:displayText="Латвия - Генеральное Консульство Республики Беларусь в Даугавпилсе" w:value="Латвия - Генеральное Консульство Республики Беларусь в Даугавпилсе"/>
                  <w:listItem w:displayText="Латвия - Посольство Республики Беларусь" w:value="Латвия - Посольство Республики Беларусь"/>
                  <w:listItem w:displayText="Литва - Посольство Республики Беларусь" w:value="Литва - Посольство Республики Беларусь"/>
                  <w:listItem w:displayText="Молдова - Посольство Республики Беларусь" w:value="Молдова - Посольство Республики Беларусь"/>
                  <w:listItem w:displayText="Монголия - Посольство Республики Беларусь" w:value="Монголия - Посольство Республики Беларусь"/>
                  <w:listItem w:displayText="Нигерия - Посольство Республики Беларусь" w:value="Нигерия - Посольство Республики Беларусь"/>
                  <w:listItem w:displayText="Нидерланды - Посольство Республики Беларусь" w:value="Нидерланды - Посольство Республики Беларусь"/>
                  <w:listItem w:displayText="ОАЭ - Генеральное консульство Республики Беларусь в Дубае" w:value="ОАЭ - Генеральное консульство Республики Беларусь в Дубае"/>
                  <w:listItem w:displayText="ОАЭ - Посольство Республики Беларусь" w:value="ОАЭ - Посольство Республики Беларусь"/>
                  <w:listItem w:displayText="Пакистан - Посольство Республики Беларусь" w:value="Пакистан - Посольство Республики Беларусь"/>
                  <w:listItem w:displayText="Польша - Генеральное Консульство Республики Беларусь в Белостоке" w:value="Польша - Генеральное Консульство Республики Беларусь в Белостоке"/>
                  <w:listItem w:displayText="Польша - Консульство Республики Беларусь в Бялой Подляске" w:value="Польша - Консульство Республики Беларусь в Бялой Подляске"/>
                  <w:listItem w:displayText="Польша - Посольство Республики Беларусь" w:value="Польша - Посольство Республики Беларусь"/>
                  <w:listItem w:displayText="Российская Федерация - Отделение Посольства Республики Беларусь в Екатеринбурге" w:value="Российская Федерация - Отделение Посольства Республики Беларусь в Екатеринбурге"/>
                  <w:listItem w:displayText="Российская Федерация - Отделение Посольства Республики Беларусь в Казани" w:value="Российская Федерация - Отделение Посольства Республики Беларусь в Казани"/>
                  <w:listItem w:displayText="Российская Федерация - Отделение Посольства Республики Беларусь в Калининграде" w:value="Российская Федерация - Отделение Посольства Республики Беларусь в Калининграде"/>
                  <w:listItem w:displayText="Российская Федерация - Отделение Посольства Республики Беларусь в Красноярске" w:value="Российская Федерация - Отделение Посольства Республики Беларусь в Красноярске"/>
                  <w:listItem w:displayText="Российская Федерация - Отделение Посольства Республики Беларусь в Нижнем Новгороде" w:value="Российская Федерация - Отделение Посольства Республики Беларусь в Нижнем Новгороде"/>
                  <w:listItem w:displayText="Российская Федерация - Отделение Посольства Республики Беларусь в Новосибирске" w:value="Российская Федерация - Отделение Посольства Республики Беларусь в Новосибирске"/>
                  <w:listItem w:displayText="Российская Федерация - Отделение Посольства Республики Беларусь в Ростове" w:value="Российская Федерация - Отделение Посольства Республики Беларусь в Ростове"/>
                  <w:listItem w:displayText="Российская Федерация - Отделение Посольства Республики Беларусь в Санкт-Петербурге" w:value="Российская Федерация - Отделение Посольства Республики Беларусь в Санкт-Петербурге"/>
                  <w:listItem w:displayText="Российская Федерация - Отделение Посольства Республики Беларусь в Смоленске" w:value="Российская Федерация - Отделение Посольства Республики Беларусь в Смоленске"/>
                  <w:listItem w:displayText="Российская Федерация - Отделение Посольства Республики Беларусь в Уфе" w:value="Российская Федерация - Отделение Посольства Республики Беларусь в Уфе"/>
                  <w:listItem w:displayText="Российская Федерация - Отделение Посольства Республики Беларусь во Владивостоке" w:value="Российская Федерация - Отделение Посольства Республики Беларусь во Владивостоке"/>
                  <w:listItem w:displayText="Российская Федерация - Посольство Республики Беларусь" w:value="Российская Федерация - Посольство Республики Беларусь"/>
                  <w:listItem w:displayText="Румыния - Посольство Республики Беларусь" w:value="Румыния - Посольство Республики Беларусь"/>
                  <w:listItem w:displayText="Сербия - Посольство Республики Беларусь" w:value="Сербия - Посольство Республики Беларусь"/>
                  <w:listItem w:displayText="Сирия - Посольство Республики Беларусь" w:value="Сирия - Посольство Республики Беларусь"/>
                  <w:listItem w:displayText="Словакия - Посольство Республики Беларусь" w:value="Словакия - Посольство Республики Беларусь"/>
                  <w:listItem w:displayText="США - Посольство Республики Беларусь" w:value="США - Посольство Республики Беларусь"/>
                  <w:listItem w:displayText="Таджикистан - Посольство Республики Беларусь" w:value="Таджикистан - Посольство Республики Беларусь"/>
                  <w:listItem w:displayText="Туркменистан - Посольство Республики Беларусь" w:value="Туркменистан - Посольство Республики Беларусь"/>
                  <w:listItem w:displayText="Турция - Генеральное консульство Республики Беларусь в Стамбуле" w:value="Турция - Генеральное консульство Республики Беларусь в Стамбуле"/>
                  <w:listItem w:displayText="Турция - Посольство Республики Беларусь" w:value="Турция - Посольство Республики Беларусь"/>
                  <w:listItem w:displayText="Узбекистан - Посольство Республики Беларусь" w:value="Узбекистан - Посольство Республики Беларусь"/>
                  <w:listItem w:displayText="Украина - Посольство Республики Беларусь" w:value="Украина - Посольство Республики Беларусь"/>
                  <w:listItem w:displayText="Финляндия - Посольство Республики Беларусь" w:value="Финляндия - Посольство Республики Беларусь"/>
                  <w:listItem w:displayText="Франция - Посольство Республики Беларусь" w:value="Франция - Посольство Республики Беларусь"/>
                  <w:listItem w:displayText="Чехия - Посольство Республики Беларусь" w:value="Чехия - Посольство Республики Беларусь"/>
                  <w:listItem w:displayText="Швейцария - Посольство Республики Беларусь" w:value="Швейцария - Посольство Республики Беларусь"/>
                  <w:listItem w:displayText="Швеция - Посольство Республики Беларусь" w:value="Швеция - Посольство Республики Беларусь"/>
                  <w:listItem w:displayText="Эстония - Посольство Республики Беларусь" w:value="Эстония - Посольство Республики Беларусь"/>
                  <w:listItem w:displayText="ЮАР - Посольство Республики Беларусь" w:value="ЮАР - Посольство Республики Беларусь"/>
                  <w:listItem w:displayText="Япония - Посольство Республики Беларусь" w:value="Япония - Посольство Республики Беларусь"/>
                </w:comboBox>
              </w:sdtPr>
              <w:sdtEndPr>
                <w:rPr>
                  <w:rStyle w:val="a0"/>
                  <w:b w:val="0"/>
                  <w:sz w:val="22"/>
                  <w:szCs w:val="26"/>
                </w:rPr>
              </w:sdtEndPr>
              <w:sdtContent>
                <w:r w:rsidRPr="00036CB0">
                  <w:rPr>
                    <w:rStyle w:val="a7"/>
                    <w:b/>
                    <w:color w:val="FF0000"/>
                    <w:sz w:val="26"/>
                    <w:szCs w:val="26"/>
                  </w:rPr>
                  <w:t>Выберите элемент.</w:t>
                </w:r>
              </w:sdtContent>
            </w:sdt>
            <w:r w:rsidRPr="00036CB0">
              <w:rPr>
                <w:rStyle w:val="6"/>
                <w:sz w:val="26"/>
                <w:szCs w:val="26"/>
              </w:rPr>
              <w:t xml:space="preserve"> </w:t>
            </w:r>
            <w:r w:rsidRPr="00036CB0">
              <w:rPr>
                <w:rFonts w:eastAsia="Calibri"/>
                <w:sz w:val="26"/>
                <w:szCs w:val="26"/>
              </w:rPr>
              <w:t xml:space="preserve">сведений о правонарушениях в следующем объеме: </w:t>
            </w:r>
            <w:sdt>
              <w:sdtPr>
                <w:rPr>
                  <w:rStyle w:val="12"/>
                </w:rPr>
                <w:id w:val="-1500417622"/>
                <w:placeholder>
                  <w:docPart w:val="88C7E63D83604B4AA3B764A8AB00B994"/>
                </w:placeholder>
                <w:showingPlcHdr/>
                <w:comboBox>
                  <w:listItem w:value="Выберите элемент."/>
                  <w:listItem w:displayText="о судимости" w:value="о судимости"/>
                  <w:listItem w:displayText="о привлечении к административной ответственности" w:value="о привлечении к административной ответственности"/>
                  <w:listItem w:displayText="о судимости и привлечении к административной ответственности" w:value="о судимости и привлечении к административной ответственности"/>
                </w:comboBox>
              </w:sdtPr>
              <w:sdtEndPr>
                <w:rPr>
                  <w:rStyle w:val="a0"/>
                  <w:b w:val="0"/>
                  <w:sz w:val="22"/>
                  <w:szCs w:val="26"/>
                </w:rPr>
              </w:sdtEndPr>
              <w:sdtContent>
                <w:r w:rsidR="0078251B" w:rsidRPr="00036CB0">
                  <w:rPr>
                    <w:rStyle w:val="a7"/>
                    <w:b/>
                    <w:color w:val="FF0000"/>
                    <w:sz w:val="26"/>
                    <w:szCs w:val="26"/>
                  </w:rPr>
                  <w:t>Выберите элемент.</w:t>
                </w:r>
              </w:sdtContent>
            </w:sdt>
            <w:r w:rsidR="00056C1E" w:rsidRPr="00036CB0">
              <w:rPr>
                <w:rStyle w:val="10"/>
                <w:sz w:val="26"/>
                <w:szCs w:val="26"/>
              </w:rPr>
              <w:t xml:space="preserve"> </w:t>
            </w:r>
          </w:p>
          <w:p w:rsidR="00056C1E" w:rsidRPr="00056C1E" w:rsidRDefault="00056C1E" w:rsidP="00036CB0">
            <w:pPr>
              <w:spacing w:after="0" w:line="280" w:lineRule="exact"/>
              <w:jc w:val="both"/>
              <w:rPr>
                <w:sz w:val="24"/>
              </w:rPr>
            </w:pPr>
            <w:r w:rsidRPr="00036CB0">
              <w:rPr>
                <w:sz w:val="26"/>
                <w:szCs w:val="26"/>
              </w:rPr>
              <w:t>Я проинформирован(а) о рисках, возникающих в связи с отсутствием надлежащего уровня защиты персональных данных при их трансграничной передаче.</w:t>
            </w:r>
            <w:r w:rsidRPr="00056C1E">
              <w:rPr>
                <w:sz w:val="24"/>
              </w:rPr>
              <w:t xml:space="preserve"> </w:t>
            </w:r>
          </w:p>
        </w:tc>
      </w:tr>
    </w:tbl>
    <w:p w:rsidR="003C7D0E" w:rsidRPr="00D5259A" w:rsidRDefault="003C7D0E" w:rsidP="00D525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386"/>
      </w:tblGrid>
      <w:tr w:rsidR="00CE3FE1" w:rsidRPr="009C2559" w:rsidTr="00220ECE">
        <w:trPr>
          <w:trHeight w:val="299"/>
        </w:trPr>
        <w:tc>
          <w:tcPr>
            <w:tcW w:w="9639" w:type="dxa"/>
            <w:gridSpan w:val="2"/>
          </w:tcPr>
          <w:p w:rsidR="00CE3FE1" w:rsidRPr="00036CB0" w:rsidRDefault="00CE3FE1" w:rsidP="00036CB0">
            <w:pPr>
              <w:spacing w:after="0" w:line="260" w:lineRule="exact"/>
              <w:rPr>
                <w:b/>
                <w:sz w:val="26"/>
                <w:szCs w:val="26"/>
                <w:lang w:eastAsia="ru-RU"/>
              </w:rPr>
            </w:pPr>
            <w:r w:rsidRPr="00036CB0">
              <w:rPr>
                <w:rFonts w:eastAsia="Calibri"/>
                <w:sz w:val="26"/>
                <w:szCs w:val="26"/>
              </w:rPr>
              <w:t>Сведения о законном представителе:</w:t>
            </w:r>
            <w:r w:rsidRPr="00036CB0">
              <w:rPr>
                <w:sz w:val="26"/>
                <w:szCs w:val="26"/>
              </w:rPr>
              <w:t xml:space="preserve"> </w:t>
            </w:r>
            <w:r w:rsidRPr="00036CB0">
              <w:rPr>
                <w:sz w:val="26"/>
                <w:szCs w:val="26"/>
                <w:vertAlign w:val="superscript"/>
              </w:rPr>
              <w:t>**</w:t>
            </w:r>
          </w:p>
        </w:tc>
      </w:tr>
      <w:tr w:rsidR="009C2559" w:rsidRPr="009C2559" w:rsidTr="00301E2E">
        <w:tc>
          <w:tcPr>
            <w:tcW w:w="4253" w:type="dxa"/>
          </w:tcPr>
          <w:p w:rsidR="009C2559" w:rsidRPr="00036CB0" w:rsidRDefault="009C2559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Фамилия</w:t>
            </w:r>
          </w:p>
        </w:tc>
        <w:sdt>
          <w:sdtPr>
            <w:rPr>
              <w:rStyle w:val="1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1778095262"/>
            <w:placeholder>
              <w:docPart w:val="6D690DD787584BCF987C2A9DD17796ED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  <w:lang w:eastAsia="ru-RU"/>
            </w:rPr>
          </w:sdtEndPr>
          <w:sdtContent>
            <w:tc>
              <w:tcPr>
                <w:tcW w:w="5386" w:type="dxa"/>
                <w:tcBorders>
                  <w:left w:val="nil"/>
                  <w:bottom w:val="single" w:sz="4" w:space="0" w:color="auto"/>
                </w:tcBorders>
              </w:tcPr>
              <w:p w:rsidR="009C2559" w:rsidRPr="009C2559" w:rsidRDefault="009C2559" w:rsidP="009C2559">
                <w:pPr>
                  <w:spacing w:after="40" w:line="240" w:lineRule="auto"/>
                  <w:rPr>
                    <w:sz w:val="18"/>
                    <w:szCs w:val="18"/>
                    <w:lang w:eastAsia="ru-RU"/>
                  </w:rPr>
                </w:pPr>
                <w:r w:rsidRPr="009C2559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9C2559" w:rsidRPr="009C2559" w:rsidTr="00301E2E">
        <w:tc>
          <w:tcPr>
            <w:tcW w:w="4253" w:type="dxa"/>
          </w:tcPr>
          <w:p w:rsidR="009C2559" w:rsidRPr="00036CB0" w:rsidRDefault="009C2559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Собственное имя</w:t>
            </w:r>
          </w:p>
        </w:tc>
        <w:sdt>
          <w:sdtPr>
            <w:rPr>
              <w:rStyle w:val="14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244955584"/>
            <w:placeholder>
              <w:docPart w:val="E28BB32483EA4AEE97B4801251D76B28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9C2559" w:rsidRPr="009C2559" w:rsidRDefault="009C2559" w:rsidP="009C2559">
                <w:pPr>
                  <w:spacing w:after="40" w:line="240" w:lineRule="auto"/>
                  <w:rPr>
                    <w:sz w:val="18"/>
                    <w:szCs w:val="18"/>
                    <w:lang w:eastAsia="ru-RU"/>
                  </w:rPr>
                </w:pPr>
                <w:r w:rsidRPr="009C2559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9C2559" w:rsidRPr="009C2559" w:rsidTr="00301E2E">
        <w:tc>
          <w:tcPr>
            <w:tcW w:w="4253" w:type="dxa"/>
          </w:tcPr>
          <w:p w:rsidR="009C2559" w:rsidRPr="00036CB0" w:rsidRDefault="009C2559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Отчество (если таковое имеется)</w:t>
            </w:r>
          </w:p>
        </w:tc>
        <w:sdt>
          <w:sdtPr>
            <w:rPr>
              <w:rStyle w:val="15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1654488029"/>
            <w:placeholder>
              <w:docPart w:val="6D2FAD4FCF2E4AA983AC0C550B1F2D9F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9C2559" w:rsidRPr="009C2559" w:rsidRDefault="009C2559" w:rsidP="009C2559">
                <w:pPr>
                  <w:spacing w:after="40" w:line="240" w:lineRule="auto"/>
                  <w:rPr>
                    <w:sz w:val="18"/>
                    <w:szCs w:val="18"/>
                    <w:lang w:eastAsia="ru-RU"/>
                  </w:rPr>
                </w:pPr>
                <w:r w:rsidRPr="009C2559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9C2559" w:rsidRPr="009C2559" w:rsidTr="00301E2E">
        <w:tc>
          <w:tcPr>
            <w:tcW w:w="4253" w:type="dxa"/>
          </w:tcPr>
          <w:p w:rsidR="009C2559" w:rsidRPr="00036CB0" w:rsidRDefault="009C2559" w:rsidP="00036CB0">
            <w:pPr>
              <w:spacing w:after="0" w:line="260" w:lineRule="exact"/>
              <w:rPr>
                <w:sz w:val="26"/>
                <w:szCs w:val="26"/>
                <w:lang w:eastAsia="ru-RU"/>
              </w:rPr>
            </w:pPr>
            <w:r w:rsidRPr="00036CB0">
              <w:rPr>
                <w:sz w:val="26"/>
                <w:szCs w:val="26"/>
                <w:lang w:eastAsia="ru-RU"/>
              </w:rPr>
              <w:t>Реквизиты документа, подтверждающего полномочия законного представителя</w:t>
            </w:r>
          </w:p>
        </w:tc>
        <w:sdt>
          <w:sdtPr>
            <w:rPr>
              <w:rStyle w:val="16"/>
            </w:rPr>
            <w:id w:val="-1940750175"/>
            <w:placeholder>
              <w:docPart w:val="307B86772A3440BB84DE401362BA4C50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  <w:lang w:eastAsia="ru-RU"/>
            </w:rPr>
          </w:sdtEndPr>
          <w:sdtContent>
            <w:tc>
              <w:tcPr>
                <w:tcW w:w="5386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9C2559" w:rsidRPr="009C2559" w:rsidRDefault="009C2559" w:rsidP="009C2559">
                <w:pPr>
                  <w:spacing w:after="40" w:line="240" w:lineRule="auto"/>
                  <w:rPr>
                    <w:sz w:val="24"/>
                    <w:szCs w:val="24"/>
                    <w:lang w:eastAsia="ru-RU"/>
                  </w:rPr>
                </w:pPr>
                <w:r w:rsidRPr="009C2559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p>
            </w:tc>
          </w:sdtContent>
        </w:sdt>
      </w:tr>
      <w:tr w:rsidR="00560651" w:rsidRPr="009C2559" w:rsidTr="00301E2E">
        <w:tc>
          <w:tcPr>
            <w:tcW w:w="4253" w:type="dxa"/>
          </w:tcPr>
          <w:p w:rsidR="00560651" w:rsidRPr="00036CB0" w:rsidRDefault="00560651" w:rsidP="00ED6EC2">
            <w:pPr>
              <w:spacing w:before="160" w:after="0" w:line="260" w:lineRule="exact"/>
              <w:rPr>
                <w:sz w:val="26"/>
                <w:szCs w:val="26"/>
                <w:lang w:eastAsia="ru-RU"/>
              </w:rPr>
            </w:pPr>
            <w:r w:rsidRPr="002F16CC">
              <w:rPr>
                <w:sz w:val="26"/>
                <w:szCs w:val="26"/>
              </w:rPr>
              <w:t xml:space="preserve">Согласие дано </w:t>
            </w:r>
            <w:r w:rsidRPr="002F16CC">
              <w:rPr>
                <w:sz w:val="26"/>
                <w:szCs w:val="26"/>
              </w:rPr>
              <w:fldChar w:fldCharType="begin"/>
            </w:r>
            <w:r w:rsidRPr="002F16CC">
              <w:rPr>
                <w:sz w:val="26"/>
                <w:szCs w:val="26"/>
              </w:rPr>
              <w:instrText xml:space="preserve"> TIME \@ "dd.MM.yyyy" </w:instrText>
            </w:r>
            <w:r w:rsidRPr="002F16CC">
              <w:rPr>
                <w:sz w:val="26"/>
                <w:szCs w:val="26"/>
              </w:rPr>
              <w:fldChar w:fldCharType="separate"/>
            </w:r>
            <w:r w:rsidR="00AC0594">
              <w:rPr>
                <w:noProof/>
                <w:sz w:val="26"/>
                <w:szCs w:val="26"/>
              </w:rPr>
              <w:t>07.12.2021</w:t>
            </w:r>
            <w:r w:rsidRPr="002F16CC">
              <w:rPr>
                <w:sz w:val="26"/>
                <w:szCs w:val="26"/>
              </w:rPr>
              <w:fldChar w:fldCharType="end"/>
            </w:r>
            <w:r w:rsidRPr="002F16CC">
              <w:rPr>
                <w:rFonts w:cs="Arial"/>
                <w:sz w:val="26"/>
                <w:szCs w:val="26"/>
              </w:rPr>
              <w:t xml:space="preserve"> </w:t>
            </w:r>
            <w:r w:rsidRPr="002F16CC">
              <w:rPr>
                <w:sz w:val="26"/>
                <w:szCs w:val="26"/>
              </w:rPr>
              <w:t>г. на срок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560651" w:rsidRDefault="00AC0594" w:rsidP="00ED6EC2">
            <w:pPr>
              <w:spacing w:before="160" w:after="0" w:line="260" w:lineRule="exact"/>
              <w:rPr>
                <w:rStyle w:val="16"/>
              </w:rPr>
            </w:pPr>
            <w:sdt>
              <w:sdtPr>
                <w:rPr>
                  <w:rStyle w:val="17"/>
                </w:rPr>
                <w:alias w:val="(указать срок, на который предоставляется согласие)"/>
                <w:tag w:val="(указать срок, на который предоставляется согласие)"/>
                <w:id w:val="163823729"/>
                <w:placeholder>
                  <w:docPart w:val="986E4EBE55CB41718F0025AF27A7606F"/>
                </w:placeholder>
                <w:showingPlcHdr/>
                <w15:color w:val="008000"/>
              </w:sdtPr>
              <w:sdtEndPr>
                <w:rPr>
                  <w:rStyle w:val="a0"/>
                  <w:b w:val="0"/>
                  <w:i/>
                  <w:sz w:val="22"/>
                  <w:szCs w:val="26"/>
                  <w:lang w:eastAsia="ru-RU"/>
                </w:rPr>
              </w:sdtEndPr>
              <w:sdtContent>
                <w:r w:rsidR="00560651" w:rsidRPr="00F20B9D">
                  <w:rPr>
                    <w:b/>
                    <w:color w:val="385623" w:themeColor="accent6" w:themeShade="80"/>
                    <w:sz w:val="24"/>
                    <w:szCs w:val="24"/>
                    <w:lang w:eastAsia="ru-RU"/>
                  </w:rPr>
                  <w:t>Место для ввода текста.</w:t>
                </w:r>
              </w:sdtContent>
            </w:sdt>
          </w:p>
        </w:tc>
      </w:tr>
    </w:tbl>
    <w:p w:rsidR="00432696" w:rsidRPr="00A958F5" w:rsidRDefault="00432696" w:rsidP="00A958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2835"/>
        <w:gridCol w:w="3828"/>
        <w:gridCol w:w="2976"/>
      </w:tblGrid>
      <w:tr w:rsidR="00B21A0B" w:rsidRPr="00B21A0B" w:rsidTr="009C6BAC">
        <w:trPr>
          <w:trHeight w:val="407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B21A0B" w:rsidRPr="00B21A0B" w:rsidRDefault="00B21A0B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-125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Align w:val="bottom"/>
          </w:tcPr>
          <w:p w:rsidR="00B21A0B" w:rsidRPr="00B21A0B" w:rsidRDefault="00B21A0B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B21A0B" w:rsidRPr="00B21A0B" w:rsidRDefault="00AC0594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sdt>
              <w:sdtPr>
                <w:rPr>
                  <w:rStyle w:val="18"/>
                </w:rPr>
                <w:id w:val="935710017"/>
                <w:placeholder>
                  <w:docPart w:val="ADDBA8BF5E9E4F0996221DEE96334E46"/>
                </w:placeholder>
                <w:showingPlcHdr/>
                <w15:color w:val="008000"/>
              </w:sdtPr>
              <w:sdtEndPr>
                <w:rPr>
                  <w:rStyle w:val="a0"/>
                  <w:rFonts w:ascii="Calibri" w:eastAsia="Times New Roman" w:hAnsi="Calibri"/>
                  <w:b w:val="0"/>
                  <w:i/>
                  <w:sz w:val="18"/>
                  <w:szCs w:val="18"/>
                  <w:lang w:eastAsia="ru-RU"/>
                </w:rPr>
              </w:sdtEndPr>
              <w:sdtContent>
                <w:r w:rsidR="00B21A0B" w:rsidRPr="00B21A0B">
                  <w:rPr>
                    <w:rFonts w:ascii="Times New Roman" w:eastAsia="Times New Roman" w:hAnsi="Times New Roman"/>
                    <w:b/>
                    <w:color w:val="385623" w:themeColor="accent6" w:themeShade="80"/>
                    <w:sz w:val="20"/>
                    <w:szCs w:val="20"/>
                    <w:lang w:eastAsia="ru-RU"/>
                  </w:rPr>
                  <w:t>Место для ввода текста.</w:t>
                </w:r>
              </w:sdtContent>
            </w:sdt>
          </w:p>
        </w:tc>
      </w:tr>
      <w:tr w:rsidR="00B21A0B" w:rsidRPr="00B21A0B" w:rsidTr="00977696">
        <w:trPr>
          <w:trHeight w:val="128"/>
        </w:trPr>
        <w:tc>
          <w:tcPr>
            <w:tcW w:w="2835" w:type="dxa"/>
            <w:tcBorders>
              <w:top w:val="single" w:sz="4" w:space="0" w:color="auto"/>
            </w:tcBorders>
          </w:tcPr>
          <w:p w:rsidR="00B21A0B" w:rsidRPr="00B21A0B" w:rsidRDefault="00B21A0B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3828" w:type="dxa"/>
          </w:tcPr>
          <w:p w:rsidR="00B21A0B" w:rsidRPr="00B21A0B" w:rsidRDefault="00B21A0B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21A0B" w:rsidRPr="00B21A0B" w:rsidRDefault="00B21A0B" w:rsidP="00B21A0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12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(фамилия, инициалы)</w:t>
            </w:r>
          </w:p>
        </w:tc>
      </w:tr>
    </w:tbl>
    <w:tbl>
      <w:tblPr>
        <w:tblpPr w:leftFromText="180" w:rightFromText="180" w:vertAnchor="text" w:horzAnchor="margin" w:tblpY="340"/>
        <w:tblOverlap w:val="never"/>
        <w:tblW w:w="9639" w:type="dxa"/>
        <w:tblLook w:val="00A0" w:firstRow="1" w:lastRow="0" w:firstColumn="1" w:lastColumn="0" w:noHBand="0" w:noVBand="0"/>
      </w:tblPr>
      <w:tblGrid>
        <w:gridCol w:w="2789"/>
        <w:gridCol w:w="872"/>
        <w:gridCol w:w="2160"/>
        <w:gridCol w:w="872"/>
        <w:gridCol w:w="2946"/>
      </w:tblGrid>
      <w:tr w:rsidR="00F85376" w:rsidRPr="00B21A0B" w:rsidTr="00977696">
        <w:trPr>
          <w:trHeight w:val="429"/>
        </w:trPr>
        <w:tc>
          <w:tcPr>
            <w:tcW w:w="9639" w:type="dxa"/>
            <w:gridSpan w:val="5"/>
          </w:tcPr>
          <w:p w:rsidR="00F85376" w:rsidRPr="002F16CC" w:rsidRDefault="00F85376" w:rsidP="00F85376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2F16CC">
              <w:rPr>
                <w:rFonts w:ascii="Times New Roman" w:hAnsi="Times New Roman"/>
                <w:sz w:val="26"/>
                <w:szCs w:val="26"/>
              </w:rPr>
              <w:t>Согласие получил:</w:t>
            </w:r>
            <w:hyperlink w:anchor="Par53" w:history="1">
              <w:r w:rsidRPr="002F16CC">
                <w:rPr>
                  <w:rStyle w:val="a5"/>
                  <w:rFonts w:ascii="Times New Roman" w:hAnsi="Times New Roman"/>
                  <w:color w:val="auto"/>
                  <w:sz w:val="26"/>
                  <w:szCs w:val="26"/>
                  <w:u w:val="none"/>
                  <w:vertAlign w:val="superscript"/>
                </w:rPr>
                <w:t>***</w:t>
              </w:r>
            </w:hyperlink>
          </w:p>
        </w:tc>
      </w:tr>
      <w:tr w:rsidR="00F85376" w:rsidRPr="00B21A0B" w:rsidTr="00250045">
        <w:trPr>
          <w:trHeight w:val="364"/>
        </w:trPr>
        <w:tc>
          <w:tcPr>
            <w:tcW w:w="2789" w:type="dxa"/>
            <w:tcBorders>
              <w:bottom w:val="single" w:sz="4" w:space="0" w:color="auto"/>
            </w:tcBorders>
            <w:vAlign w:val="center"/>
          </w:tcPr>
          <w:p w:rsidR="00F85376" w:rsidRPr="00B21A0B" w:rsidRDefault="00F85376" w:rsidP="00BA4597">
            <w:pPr>
              <w:widowControl w:val="0"/>
              <w:tabs>
                <w:tab w:val="left" w:pos="114"/>
                <w:tab w:val="left" w:pos="2292"/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-215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-493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tcBorders>
              <w:bottom w:val="single" w:sz="4" w:space="0" w:color="auto"/>
            </w:tcBorders>
            <w:vAlign w:val="center"/>
          </w:tcPr>
          <w:p w:rsidR="00F85376" w:rsidRPr="00B21A0B" w:rsidRDefault="00F85376" w:rsidP="00BA4597">
            <w:pPr>
              <w:widowControl w:val="0"/>
              <w:tabs>
                <w:tab w:val="left" w:pos="165"/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left="165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F85376" w:rsidRPr="00B21A0B" w:rsidTr="00250045">
        <w:trPr>
          <w:trHeight w:val="189"/>
        </w:trPr>
        <w:tc>
          <w:tcPr>
            <w:tcW w:w="2789" w:type="dxa"/>
            <w:tcBorders>
              <w:top w:val="single" w:sz="4" w:space="0" w:color="auto"/>
            </w:tcBorders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  <w:tcBorders>
              <w:top w:val="single" w:sz="4" w:space="0" w:color="auto"/>
            </w:tcBorders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(фамилия, инициалы)</w:t>
            </w:r>
          </w:p>
        </w:tc>
      </w:tr>
      <w:tr w:rsidR="00F85376" w:rsidRPr="00B21A0B" w:rsidTr="00250045">
        <w:trPr>
          <w:trHeight w:val="189"/>
        </w:trPr>
        <w:tc>
          <w:tcPr>
            <w:tcW w:w="2789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  <w:tr w:rsidR="00F85376" w:rsidRPr="00B21A0B" w:rsidTr="00250045">
        <w:trPr>
          <w:trHeight w:val="379"/>
        </w:trPr>
        <w:tc>
          <w:tcPr>
            <w:tcW w:w="2789" w:type="dxa"/>
            <w:vAlign w:val="center"/>
          </w:tcPr>
          <w:p w:rsidR="00F85376" w:rsidRPr="00B21A0B" w:rsidRDefault="00F85376" w:rsidP="00BA4597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Align w:val="center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872" w:type="dxa"/>
            <w:vAlign w:val="center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vAlign w:val="center"/>
          </w:tcPr>
          <w:p w:rsidR="00F85376" w:rsidRPr="00B21A0B" w:rsidRDefault="00F85376" w:rsidP="00F85376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</w:tr>
      <w:tr w:rsidR="00250045" w:rsidRPr="00B21A0B" w:rsidTr="00250045">
        <w:trPr>
          <w:trHeight w:val="189"/>
        </w:trPr>
        <w:tc>
          <w:tcPr>
            <w:tcW w:w="2789" w:type="dxa"/>
            <w:tcBorders>
              <w:top w:val="single" w:sz="4" w:space="0" w:color="auto"/>
            </w:tcBorders>
          </w:tcPr>
          <w:p w:rsidR="00250045" w:rsidRPr="00B21A0B" w:rsidRDefault="00250045" w:rsidP="0025004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(дата</w:t>
            </w:r>
            <w:r w:rsidRPr="00B21A0B"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72" w:type="dxa"/>
          </w:tcPr>
          <w:p w:rsidR="00250045" w:rsidRPr="00B21A0B" w:rsidRDefault="00250045" w:rsidP="0025004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</w:tcPr>
          <w:p w:rsidR="00250045" w:rsidRPr="00B21A0B" w:rsidRDefault="00250045" w:rsidP="0025004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872" w:type="dxa"/>
          </w:tcPr>
          <w:p w:rsidR="00250045" w:rsidRPr="00B21A0B" w:rsidRDefault="00250045" w:rsidP="0025004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  <w:tc>
          <w:tcPr>
            <w:tcW w:w="2946" w:type="dxa"/>
          </w:tcPr>
          <w:p w:rsidR="00250045" w:rsidRPr="00B21A0B" w:rsidRDefault="00250045" w:rsidP="0025004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Times New Roman" w:hAnsi="Times New Roman" w:cs="Arial"/>
                <w:sz w:val="18"/>
                <w:szCs w:val="18"/>
                <w:lang w:eastAsia="ru-RU"/>
              </w:rPr>
            </w:pPr>
          </w:p>
        </w:tc>
      </w:tr>
    </w:tbl>
    <w:p w:rsidR="00B21A0B" w:rsidRDefault="00B21A0B" w:rsidP="00F85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21A0B" w:rsidSect="00F85376">
      <w:footerReference w:type="default" r:id="rId6"/>
      <w:pgSz w:w="11905" w:h="16838" w:code="9"/>
      <w:pgMar w:top="1134" w:right="567" w:bottom="567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594" w:rsidRDefault="00AC0594" w:rsidP="00435CEE">
      <w:pPr>
        <w:spacing w:after="0" w:line="240" w:lineRule="auto"/>
      </w:pPr>
      <w:r>
        <w:separator/>
      </w:r>
    </w:p>
  </w:endnote>
  <w:endnote w:type="continuationSeparator" w:id="0">
    <w:p w:rsidR="00AC0594" w:rsidRDefault="00AC0594" w:rsidP="00435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CEE" w:rsidRPr="00303CB1" w:rsidRDefault="00435CEE" w:rsidP="00435CEE">
    <w:pPr>
      <w:autoSpaceDE w:val="0"/>
      <w:autoSpaceDN w:val="0"/>
      <w:adjustRightInd w:val="0"/>
      <w:spacing w:after="0" w:line="240" w:lineRule="auto"/>
      <w:rPr>
        <w:rFonts w:ascii="Times New Roman" w:hAnsi="Times New Roman"/>
        <w:sz w:val="20"/>
        <w:szCs w:val="20"/>
      </w:rPr>
    </w:pPr>
    <w:r w:rsidRPr="00303CB1">
      <w:rPr>
        <w:rFonts w:ascii="Times New Roman" w:hAnsi="Times New Roman"/>
        <w:sz w:val="20"/>
        <w:szCs w:val="20"/>
      </w:rPr>
      <w:t>--------------------------------</w:t>
    </w:r>
  </w:p>
  <w:p w:rsidR="00435CEE" w:rsidRPr="00303CB1" w:rsidRDefault="00435CEE" w:rsidP="00435CEE">
    <w:pPr>
      <w:autoSpaceDE w:val="0"/>
      <w:autoSpaceDN w:val="0"/>
      <w:adjustRightInd w:val="0"/>
      <w:spacing w:after="0" w:line="240" w:lineRule="auto"/>
      <w:jc w:val="both"/>
      <w:rPr>
        <w:rFonts w:ascii="Times New Roman" w:hAnsi="Times New Roman"/>
        <w:sz w:val="18"/>
        <w:szCs w:val="18"/>
      </w:rPr>
    </w:pPr>
    <w:bookmarkStart w:id="1" w:name="Par51"/>
    <w:bookmarkEnd w:id="1"/>
    <w:r w:rsidRPr="00303CB1">
      <w:rPr>
        <w:rFonts w:ascii="Times New Roman" w:hAnsi="Times New Roman"/>
        <w:sz w:val="18"/>
        <w:szCs w:val="18"/>
      </w:rPr>
      <w:t>&lt;*&gt; Настоящее согласие заполняется собственноручно (печатными буквами, четко и разборчиво, синими или черными чернилами) либо с помощью технических средств. Фамилия, собственное имя, отчество (при наличии) физического лица (его законного представителя), в том числе индивидуального предпринимателя, указывается в именительном падеже. Исправления в настоящем согласии не допускаются.</w:t>
    </w:r>
  </w:p>
  <w:p w:rsidR="00435CEE" w:rsidRPr="00303CB1" w:rsidRDefault="00435CEE" w:rsidP="00435CEE">
    <w:pPr>
      <w:autoSpaceDE w:val="0"/>
      <w:autoSpaceDN w:val="0"/>
      <w:adjustRightInd w:val="0"/>
      <w:spacing w:before="60" w:after="0" w:line="240" w:lineRule="auto"/>
      <w:rPr>
        <w:rFonts w:ascii="Times New Roman" w:hAnsi="Times New Roman"/>
        <w:sz w:val="18"/>
        <w:szCs w:val="18"/>
      </w:rPr>
    </w:pPr>
    <w:bookmarkStart w:id="2" w:name="Par52"/>
    <w:bookmarkEnd w:id="2"/>
    <w:r w:rsidRPr="00303CB1">
      <w:rPr>
        <w:rFonts w:ascii="Times New Roman" w:hAnsi="Times New Roman"/>
        <w:sz w:val="18"/>
        <w:szCs w:val="18"/>
      </w:rPr>
      <w:t>&lt;**&gt; Заполняется в случае, если согласие дает законный представитель.</w:t>
    </w:r>
  </w:p>
  <w:p w:rsidR="00435CEE" w:rsidRDefault="00435CEE" w:rsidP="00435CEE">
    <w:pPr>
      <w:autoSpaceDE w:val="0"/>
      <w:autoSpaceDN w:val="0"/>
      <w:adjustRightInd w:val="0"/>
      <w:spacing w:before="60" w:after="0" w:line="240" w:lineRule="auto"/>
      <w:rPr>
        <w:rFonts w:ascii="Times New Roman" w:hAnsi="Times New Roman"/>
        <w:sz w:val="18"/>
        <w:szCs w:val="18"/>
      </w:rPr>
    </w:pPr>
    <w:bookmarkStart w:id="3" w:name="Par53"/>
    <w:bookmarkEnd w:id="3"/>
    <w:r w:rsidRPr="00303CB1">
      <w:rPr>
        <w:rFonts w:ascii="Times New Roman" w:hAnsi="Times New Roman"/>
        <w:sz w:val="18"/>
        <w:szCs w:val="18"/>
      </w:rPr>
      <w:t>&lt;***&gt; Не заполняется в случае получения согласия в виде электронного документа.</w:t>
    </w:r>
  </w:p>
  <w:p w:rsidR="00435CEE" w:rsidRPr="00435CEE" w:rsidRDefault="00435CEE" w:rsidP="00435CEE">
    <w:pPr>
      <w:autoSpaceDE w:val="0"/>
      <w:autoSpaceDN w:val="0"/>
      <w:adjustRightInd w:val="0"/>
      <w:spacing w:before="60" w:after="0" w:line="240" w:lineRule="auto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594" w:rsidRDefault="00AC0594" w:rsidP="00435CEE">
      <w:pPr>
        <w:spacing w:after="0" w:line="240" w:lineRule="auto"/>
      </w:pPr>
      <w:r>
        <w:separator/>
      </w:r>
    </w:p>
  </w:footnote>
  <w:footnote w:type="continuationSeparator" w:id="0">
    <w:p w:rsidR="00AC0594" w:rsidRDefault="00AC0594" w:rsidP="00435C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attachedTemplate r:id="rId1"/>
  <w:revisionView w:inkAnnotations="0"/>
  <w:documentProtection w:edit="forms" w:formatting="1" w:enforcement="1" w:cryptProviderType="rsaAES" w:cryptAlgorithmClass="hash" w:cryptAlgorithmType="typeAny" w:cryptAlgorithmSid="14" w:cryptSpinCount="100000" w:hash="CB8TkUWPhbaC0Q5iPh7Bx0DN3OmEJykEmAsFwJkR/E12R24IXcUKCRSR0yzxQZKQLYxzEURvXjPdViULwIWUeQ==" w:salt="lVlCV2nRtTibqg0EdLDJu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94"/>
    <w:rsid w:val="00036CB0"/>
    <w:rsid w:val="00036EE5"/>
    <w:rsid w:val="00056C1E"/>
    <w:rsid w:val="000A7743"/>
    <w:rsid w:val="000B130B"/>
    <w:rsid w:val="000F4531"/>
    <w:rsid w:val="000F78D5"/>
    <w:rsid w:val="00122DCC"/>
    <w:rsid w:val="00174CF4"/>
    <w:rsid w:val="001F14B4"/>
    <w:rsid w:val="0022023A"/>
    <w:rsid w:val="00220ECE"/>
    <w:rsid w:val="00231078"/>
    <w:rsid w:val="00250045"/>
    <w:rsid w:val="00275AC9"/>
    <w:rsid w:val="002D1CF7"/>
    <w:rsid w:val="002F16CC"/>
    <w:rsid w:val="002F3D34"/>
    <w:rsid w:val="002F44DB"/>
    <w:rsid w:val="00301E2E"/>
    <w:rsid w:val="00303CB1"/>
    <w:rsid w:val="003211AC"/>
    <w:rsid w:val="00372DE1"/>
    <w:rsid w:val="003B1D96"/>
    <w:rsid w:val="003C7D0E"/>
    <w:rsid w:val="00404629"/>
    <w:rsid w:val="00432696"/>
    <w:rsid w:val="00435CEE"/>
    <w:rsid w:val="004A6C94"/>
    <w:rsid w:val="004B4765"/>
    <w:rsid w:val="004C22E2"/>
    <w:rsid w:val="00501411"/>
    <w:rsid w:val="00524F10"/>
    <w:rsid w:val="0054075A"/>
    <w:rsid w:val="0055009E"/>
    <w:rsid w:val="00560651"/>
    <w:rsid w:val="00581841"/>
    <w:rsid w:val="005B1287"/>
    <w:rsid w:val="005B2C0F"/>
    <w:rsid w:val="005E65C1"/>
    <w:rsid w:val="006057F7"/>
    <w:rsid w:val="006A3C47"/>
    <w:rsid w:val="0078251B"/>
    <w:rsid w:val="00785289"/>
    <w:rsid w:val="007C1D33"/>
    <w:rsid w:val="00847BED"/>
    <w:rsid w:val="00881ABE"/>
    <w:rsid w:val="0088679A"/>
    <w:rsid w:val="00921D8E"/>
    <w:rsid w:val="00942561"/>
    <w:rsid w:val="00977696"/>
    <w:rsid w:val="0099520E"/>
    <w:rsid w:val="009C1E57"/>
    <w:rsid w:val="009C2559"/>
    <w:rsid w:val="009C4C21"/>
    <w:rsid w:val="009C6BAC"/>
    <w:rsid w:val="009E763F"/>
    <w:rsid w:val="009F33D6"/>
    <w:rsid w:val="00A22B51"/>
    <w:rsid w:val="00A35F7D"/>
    <w:rsid w:val="00A74365"/>
    <w:rsid w:val="00A74EE2"/>
    <w:rsid w:val="00A958F5"/>
    <w:rsid w:val="00A95BBA"/>
    <w:rsid w:val="00AA4802"/>
    <w:rsid w:val="00AC0594"/>
    <w:rsid w:val="00AC323B"/>
    <w:rsid w:val="00B07D75"/>
    <w:rsid w:val="00B12E4A"/>
    <w:rsid w:val="00B21A0B"/>
    <w:rsid w:val="00B379A9"/>
    <w:rsid w:val="00B51ED0"/>
    <w:rsid w:val="00B7338B"/>
    <w:rsid w:val="00BA4597"/>
    <w:rsid w:val="00BE7DB2"/>
    <w:rsid w:val="00C018EE"/>
    <w:rsid w:val="00C33226"/>
    <w:rsid w:val="00C50895"/>
    <w:rsid w:val="00CE3FE1"/>
    <w:rsid w:val="00CF1083"/>
    <w:rsid w:val="00CF6AC6"/>
    <w:rsid w:val="00D2742F"/>
    <w:rsid w:val="00D5259A"/>
    <w:rsid w:val="00E8301F"/>
    <w:rsid w:val="00EC7832"/>
    <w:rsid w:val="00ED6EC2"/>
    <w:rsid w:val="00EF569B"/>
    <w:rsid w:val="00F06EFC"/>
    <w:rsid w:val="00F20B9D"/>
    <w:rsid w:val="00F274AB"/>
    <w:rsid w:val="00F7438F"/>
    <w:rsid w:val="00F81A71"/>
    <w:rsid w:val="00F85376"/>
    <w:rsid w:val="00FA19FF"/>
    <w:rsid w:val="00FD1F86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D2C28-4CA9-4A3F-B8CE-805EEC2F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581841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unhideWhenUsed/>
    <w:rsid w:val="003B1D96"/>
    <w:rPr>
      <w:color w:val="0563C1" w:themeColor="hyperlink"/>
      <w:u w:val="single"/>
    </w:rPr>
  </w:style>
  <w:style w:type="table" w:styleId="a6">
    <w:name w:val="Table Grid"/>
    <w:basedOn w:val="a1"/>
    <w:rsid w:val="004046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uiPriority w:val="99"/>
    <w:semiHidden/>
    <w:rsid w:val="00847BED"/>
    <w:rPr>
      <w:color w:val="808080"/>
    </w:rPr>
  </w:style>
  <w:style w:type="character" w:customStyle="1" w:styleId="3">
    <w:name w:val="Стиль3"/>
    <w:uiPriority w:val="1"/>
    <w:qFormat/>
    <w:rsid w:val="00847BED"/>
    <w:rPr>
      <w:rFonts w:ascii="Times New Roman" w:hAnsi="Times New Roman"/>
      <w:b/>
      <w:color w:val="auto"/>
      <w:sz w:val="24"/>
    </w:rPr>
  </w:style>
  <w:style w:type="character" w:customStyle="1" w:styleId="6">
    <w:name w:val="Стиль6"/>
    <w:uiPriority w:val="1"/>
    <w:rsid w:val="00847BED"/>
    <w:rPr>
      <w:rFonts w:ascii="Times New Roman" w:hAnsi="Times New Roman"/>
      <w:b/>
      <w:color w:val="auto"/>
      <w:sz w:val="24"/>
    </w:rPr>
  </w:style>
  <w:style w:type="table" w:customStyle="1" w:styleId="1">
    <w:name w:val="Сетка таблицы1"/>
    <w:basedOn w:val="a1"/>
    <w:next w:val="a6"/>
    <w:rsid w:val="00122D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"/>
    <w:basedOn w:val="3"/>
    <w:uiPriority w:val="1"/>
    <w:rsid w:val="002F3D34"/>
    <w:rPr>
      <w:rFonts w:ascii="Times New Roman" w:hAnsi="Times New Roman"/>
      <w:b/>
      <w:color w:val="auto"/>
      <w:sz w:val="24"/>
    </w:rPr>
  </w:style>
  <w:style w:type="character" w:customStyle="1" w:styleId="2">
    <w:name w:val="Стиль2"/>
    <w:basedOn w:val="10"/>
    <w:uiPriority w:val="1"/>
    <w:rsid w:val="00F06EFC"/>
    <w:rPr>
      <w:rFonts w:ascii="Times New Roman" w:hAnsi="Times New Roman"/>
      <w:b/>
      <w:color w:val="auto"/>
      <w:sz w:val="26"/>
    </w:rPr>
  </w:style>
  <w:style w:type="character" w:customStyle="1" w:styleId="4">
    <w:name w:val="Стиль4"/>
    <w:basedOn w:val="2"/>
    <w:uiPriority w:val="1"/>
    <w:rsid w:val="00F06EFC"/>
    <w:rPr>
      <w:rFonts w:ascii="Times New Roman" w:hAnsi="Times New Roman"/>
      <w:b/>
      <w:color w:val="auto"/>
      <w:sz w:val="26"/>
    </w:rPr>
  </w:style>
  <w:style w:type="character" w:customStyle="1" w:styleId="5">
    <w:name w:val="Стиль5"/>
    <w:basedOn w:val="2"/>
    <w:uiPriority w:val="1"/>
    <w:rsid w:val="00F06EFC"/>
    <w:rPr>
      <w:rFonts w:ascii="Times New Roman" w:hAnsi="Times New Roman"/>
      <w:b/>
      <w:color w:val="auto"/>
      <w:sz w:val="26"/>
    </w:rPr>
  </w:style>
  <w:style w:type="character" w:customStyle="1" w:styleId="7">
    <w:name w:val="Стиль7"/>
    <w:basedOn w:val="2"/>
    <w:uiPriority w:val="1"/>
    <w:rsid w:val="00F06EFC"/>
    <w:rPr>
      <w:rFonts w:ascii="Times New Roman" w:hAnsi="Times New Roman"/>
      <w:b/>
      <w:color w:val="auto"/>
      <w:sz w:val="26"/>
    </w:rPr>
  </w:style>
  <w:style w:type="character" w:customStyle="1" w:styleId="8">
    <w:name w:val="Стиль8"/>
    <w:basedOn w:val="2"/>
    <w:uiPriority w:val="1"/>
    <w:rsid w:val="00FD1F86"/>
    <w:rPr>
      <w:rFonts w:ascii="Times New Roman" w:hAnsi="Times New Roman"/>
      <w:b/>
      <w:color w:val="auto"/>
      <w:sz w:val="26"/>
    </w:rPr>
  </w:style>
  <w:style w:type="character" w:customStyle="1" w:styleId="9">
    <w:name w:val="Стиль9"/>
    <w:basedOn w:val="2"/>
    <w:uiPriority w:val="1"/>
    <w:rsid w:val="00FD1F86"/>
    <w:rPr>
      <w:rFonts w:ascii="Times New Roman" w:hAnsi="Times New Roman"/>
      <w:b/>
      <w:color w:val="auto"/>
      <w:sz w:val="26"/>
    </w:rPr>
  </w:style>
  <w:style w:type="character" w:customStyle="1" w:styleId="100">
    <w:name w:val="Стиль10"/>
    <w:basedOn w:val="2"/>
    <w:uiPriority w:val="1"/>
    <w:rsid w:val="00FD1F86"/>
    <w:rPr>
      <w:rFonts w:ascii="Times New Roman" w:hAnsi="Times New Roman"/>
      <w:b/>
      <w:color w:val="auto"/>
      <w:sz w:val="26"/>
    </w:rPr>
  </w:style>
  <w:style w:type="character" w:customStyle="1" w:styleId="11">
    <w:name w:val="Стиль11"/>
    <w:basedOn w:val="2"/>
    <w:uiPriority w:val="1"/>
    <w:rsid w:val="00FD1F86"/>
    <w:rPr>
      <w:rFonts w:ascii="Times New Roman" w:hAnsi="Times New Roman"/>
      <w:b/>
      <w:color w:val="auto"/>
      <w:sz w:val="26"/>
    </w:rPr>
  </w:style>
  <w:style w:type="character" w:customStyle="1" w:styleId="12">
    <w:name w:val="Стиль12"/>
    <w:basedOn w:val="2"/>
    <w:uiPriority w:val="1"/>
    <w:rsid w:val="00FD1F86"/>
    <w:rPr>
      <w:rFonts w:ascii="Times New Roman" w:hAnsi="Times New Roman"/>
      <w:b/>
      <w:color w:val="auto"/>
      <w:sz w:val="26"/>
    </w:rPr>
  </w:style>
  <w:style w:type="character" w:customStyle="1" w:styleId="13">
    <w:name w:val="Стиль13"/>
    <w:basedOn w:val="2"/>
    <w:uiPriority w:val="1"/>
    <w:rsid w:val="00B7338B"/>
    <w:rPr>
      <w:rFonts w:ascii="Times New Roman" w:hAnsi="Times New Roman"/>
      <w:b/>
      <w:color w:val="auto"/>
      <w:sz w:val="26"/>
    </w:rPr>
  </w:style>
  <w:style w:type="character" w:customStyle="1" w:styleId="14">
    <w:name w:val="Стиль14"/>
    <w:basedOn w:val="2"/>
    <w:uiPriority w:val="1"/>
    <w:rsid w:val="00B7338B"/>
    <w:rPr>
      <w:rFonts w:ascii="Times New Roman" w:hAnsi="Times New Roman"/>
      <w:b/>
      <w:color w:val="auto"/>
      <w:sz w:val="26"/>
    </w:rPr>
  </w:style>
  <w:style w:type="character" w:customStyle="1" w:styleId="15">
    <w:name w:val="Стиль15"/>
    <w:basedOn w:val="2"/>
    <w:uiPriority w:val="1"/>
    <w:rsid w:val="00B7338B"/>
    <w:rPr>
      <w:rFonts w:ascii="Times New Roman" w:hAnsi="Times New Roman"/>
      <w:b/>
      <w:color w:val="auto"/>
      <w:sz w:val="26"/>
    </w:rPr>
  </w:style>
  <w:style w:type="character" w:customStyle="1" w:styleId="16">
    <w:name w:val="Стиль16"/>
    <w:basedOn w:val="2"/>
    <w:uiPriority w:val="1"/>
    <w:rsid w:val="00B7338B"/>
    <w:rPr>
      <w:rFonts w:ascii="Times New Roman" w:hAnsi="Times New Roman"/>
      <w:b/>
      <w:color w:val="auto"/>
      <w:sz w:val="26"/>
    </w:rPr>
  </w:style>
  <w:style w:type="character" w:customStyle="1" w:styleId="17">
    <w:name w:val="Стиль17"/>
    <w:basedOn w:val="2"/>
    <w:uiPriority w:val="1"/>
    <w:rsid w:val="00B7338B"/>
    <w:rPr>
      <w:rFonts w:ascii="Times New Roman" w:hAnsi="Times New Roman"/>
      <w:b/>
      <w:color w:val="auto"/>
      <w:sz w:val="26"/>
    </w:rPr>
  </w:style>
  <w:style w:type="character" w:customStyle="1" w:styleId="18">
    <w:name w:val="Стиль18"/>
    <w:basedOn w:val="2"/>
    <w:uiPriority w:val="1"/>
    <w:rsid w:val="006A3C47"/>
    <w:rPr>
      <w:rFonts w:ascii="Times New Roman" w:hAnsi="Times New Roman"/>
      <w:b/>
      <w:color w:val="auto"/>
      <w:sz w:val="26"/>
    </w:rPr>
  </w:style>
  <w:style w:type="character" w:customStyle="1" w:styleId="19">
    <w:name w:val="Стиль19"/>
    <w:basedOn w:val="2"/>
    <w:uiPriority w:val="1"/>
    <w:rsid w:val="006A3C47"/>
    <w:rPr>
      <w:rFonts w:ascii="Times New Roman" w:hAnsi="Times New Roman"/>
      <w:b/>
      <w:color w:val="auto"/>
      <w:sz w:val="26"/>
    </w:rPr>
  </w:style>
  <w:style w:type="character" w:customStyle="1" w:styleId="20">
    <w:name w:val="Стиль20"/>
    <w:basedOn w:val="2"/>
    <w:uiPriority w:val="1"/>
    <w:rsid w:val="006A3C47"/>
    <w:rPr>
      <w:rFonts w:ascii="Times New Roman" w:hAnsi="Times New Roman"/>
      <w:b/>
      <w:color w:val="auto"/>
      <w:sz w:val="26"/>
    </w:rPr>
  </w:style>
  <w:style w:type="character" w:customStyle="1" w:styleId="21">
    <w:name w:val="Стиль21"/>
    <w:basedOn w:val="2"/>
    <w:uiPriority w:val="1"/>
    <w:rsid w:val="006A3C47"/>
    <w:rPr>
      <w:rFonts w:ascii="Times New Roman" w:hAnsi="Times New Roman"/>
      <w:b/>
      <w:color w:val="auto"/>
      <w:sz w:val="26"/>
    </w:rPr>
  </w:style>
  <w:style w:type="paragraph" w:styleId="a8">
    <w:name w:val="header"/>
    <w:basedOn w:val="a"/>
    <w:link w:val="a9"/>
    <w:uiPriority w:val="99"/>
    <w:unhideWhenUsed/>
    <w:rsid w:val="00435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35CE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435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5C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RISE~1\AppData\Local\Temp\Rar$DIa912.5799\&#1055;&#1088;&#1080;&#1083;&#1086;&#1078;&#1077;&#1085;&#1080;&#1077;2_&#1057;&#1086;&#1075;&#1083;&#1072;&#1089;&#1080;&#1077;_&#1089;&#1072;&#1081;&#109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E35E71BD04F079ACCA032AB61CC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3882B7-AF91-4625-9B7B-E48EAB739EB1}"/>
      </w:docPartPr>
      <w:docPartBody>
        <w:p w:rsidR="00000000" w:rsidRDefault="0071194A">
          <w:pPr>
            <w:pStyle w:val="DEFE35E71BD04F079ACCA032AB61CC14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FA4D372218194BD8902E4551BFB328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6E8BCD-1D99-4D65-837E-73E7E0181F36}"/>
      </w:docPartPr>
      <w:docPartBody>
        <w:p w:rsidR="00000000" w:rsidRDefault="0071194A">
          <w:pPr>
            <w:pStyle w:val="FA4D372218194BD8902E4551BFB32806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61812CBCACA9417B9A1FE0264AEB9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FDBB68-2076-4395-87C3-6BF1A21025A9}"/>
      </w:docPartPr>
      <w:docPartBody>
        <w:p w:rsidR="00000000" w:rsidRDefault="0071194A">
          <w:pPr>
            <w:pStyle w:val="61812CBCACA9417B9A1FE0264AEB9005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DAC3092FB5BB4A25B546EF0E44DEC2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FE5C9D-536C-4F84-B10A-9F44077C7806}"/>
      </w:docPartPr>
      <w:docPartBody>
        <w:p w:rsidR="00000000" w:rsidRDefault="0071194A">
          <w:pPr>
            <w:pStyle w:val="DAC3092FB5BB4A25B546EF0E44DEC2E8"/>
          </w:pPr>
          <w:r w:rsidRPr="00AF0320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даты.</w:t>
          </w:r>
        </w:p>
      </w:docPartBody>
    </w:docPart>
    <w:docPart>
      <w:docPartPr>
        <w:name w:val="0DC7ACACC40348AFAD8064619B0014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6770AF-4087-4905-8631-58C0F19BE983}"/>
      </w:docPartPr>
      <w:docPartBody>
        <w:p w:rsidR="00000000" w:rsidRDefault="0071194A">
          <w:pPr>
            <w:pStyle w:val="0DC7ACACC40348AFAD8064619B001480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EB0BB9996D10434C9EA1CA8F740993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F048FD-4B7A-46E5-97ED-A95F7751EE7E}"/>
      </w:docPartPr>
      <w:docPartBody>
        <w:p w:rsidR="00000000" w:rsidRDefault="0071194A">
          <w:pPr>
            <w:pStyle w:val="EB0BB9996D10434C9EA1CA8F74099328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4E91FBC1F6DB491EA97E5D734F69B5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3344BB-0B21-429A-B57D-7615FB6874C8}"/>
      </w:docPartPr>
      <w:docPartBody>
        <w:p w:rsidR="00000000" w:rsidRDefault="0071194A">
          <w:pPr>
            <w:pStyle w:val="4E91FBC1F6DB491EA97E5D734F69B5DD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5810571D08304F228774A1F09D6378C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A8EA1B-C5AC-4E9A-9663-11A87F227334}"/>
      </w:docPartPr>
      <w:docPartBody>
        <w:p w:rsidR="00000000" w:rsidRDefault="0071194A">
          <w:pPr>
            <w:pStyle w:val="5810571D08304F228774A1F09D6378C7"/>
          </w:pPr>
          <w:r w:rsidRPr="004412A3">
            <w:rPr>
              <w:rStyle w:val="a3"/>
            </w:rPr>
            <w:t>Выберите элемент.</w:t>
          </w:r>
        </w:p>
      </w:docPartBody>
    </w:docPart>
    <w:docPart>
      <w:docPartPr>
        <w:name w:val="88C7E63D83604B4AA3B764A8AB00B9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2F6308-A8DE-4EDD-A1CA-A46001E5EBDE}"/>
      </w:docPartPr>
      <w:docPartBody>
        <w:p w:rsidR="00000000" w:rsidRDefault="00D201EE">
          <w:pPr>
            <w:pStyle w:val="88C7E63D83604B4AA3B764A8AB00B994"/>
          </w:pPr>
          <w:r w:rsidRPr="00F85E82">
            <w:rPr>
              <w:rStyle w:val="a3"/>
            </w:rPr>
            <w:t>Выберите элемент.</w:t>
          </w:r>
        </w:p>
      </w:docPartBody>
    </w:docPart>
    <w:docPart>
      <w:docPartPr>
        <w:name w:val="6D690DD787584BCF987C2A9DD17796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AED74A-5BD9-4456-ADC2-4267791583ED}"/>
      </w:docPartPr>
      <w:docPartBody>
        <w:p w:rsidR="00000000" w:rsidRDefault="0071194A">
          <w:pPr>
            <w:pStyle w:val="6D690DD787584BCF987C2A9DD17796ED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E28BB32483EA4AEE97B4801251D76B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3E3F7C-8F49-4A4C-AEC7-5CDBDD4D9BE1}"/>
      </w:docPartPr>
      <w:docPartBody>
        <w:p w:rsidR="00000000" w:rsidRDefault="0071194A">
          <w:pPr>
            <w:pStyle w:val="E28BB32483EA4AEE97B4801251D76B28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6D2FAD4FCF2E4AA983AC0C550B1F2D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7FF77-E37D-4619-8A2B-08C475A67239}"/>
      </w:docPartPr>
      <w:docPartBody>
        <w:p w:rsidR="00000000" w:rsidRDefault="0071194A">
          <w:pPr>
            <w:pStyle w:val="6D2FAD4FCF2E4AA983AC0C550B1F2D9F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307B86772A3440BB84DE401362BA4C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077B40-537F-4636-99A3-BC6A8DE34F70}"/>
      </w:docPartPr>
      <w:docPartBody>
        <w:p w:rsidR="00000000" w:rsidRDefault="0071194A">
          <w:pPr>
            <w:pStyle w:val="307B86772A3440BB84DE401362BA4C50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986E4EBE55CB41718F0025AF27A760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9C77D-F41C-4F5D-8DD5-EDE74ECDB159}"/>
      </w:docPartPr>
      <w:docPartBody>
        <w:p w:rsidR="00000000" w:rsidRDefault="00B420C4">
          <w:pPr>
            <w:pStyle w:val="986E4EBE55CB41718F0025AF27A7606F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ADDBA8BF5E9E4F0996221DEE96334E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5B3AE-5B02-40B9-8A83-00D4614DEDAE}"/>
      </w:docPartPr>
      <w:docPartBody>
        <w:p w:rsidR="00000000" w:rsidRDefault="0071194A">
          <w:pPr>
            <w:pStyle w:val="ADDBA8BF5E9E4F0996221DEE96334E46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Pr>
      <w:color w:val="808080"/>
    </w:rPr>
  </w:style>
  <w:style w:type="paragraph" w:customStyle="1" w:styleId="DEFE35E71BD04F079ACCA032AB61CC14">
    <w:name w:val="DEFE35E71BD04F079ACCA032AB61CC14"/>
  </w:style>
  <w:style w:type="paragraph" w:customStyle="1" w:styleId="FA4D372218194BD8902E4551BFB32806">
    <w:name w:val="FA4D372218194BD8902E4551BFB32806"/>
  </w:style>
  <w:style w:type="paragraph" w:customStyle="1" w:styleId="61812CBCACA9417B9A1FE0264AEB9005">
    <w:name w:val="61812CBCACA9417B9A1FE0264AEB9005"/>
  </w:style>
  <w:style w:type="paragraph" w:customStyle="1" w:styleId="DAC3092FB5BB4A25B546EF0E44DEC2E8">
    <w:name w:val="DAC3092FB5BB4A25B546EF0E44DEC2E8"/>
  </w:style>
  <w:style w:type="paragraph" w:customStyle="1" w:styleId="0DC7ACACC40348AFAD8064619B001480">
    <w:name w:val="0DC7ACACC40348AFAD8064619B001480"/>
  </w:style>
  <w:style w:type="paragraph" w:customStyle="1" w:styleId="EB0BB9996D10434C9EA1CA8F74099328">
    <w:name w:val="EB0BB9996D10434C9EA1CA8F74099328"/>
  </w:style>
  <w:style w:type="paragraph" w:customStyle="1" w:styleId="4E91FBC1F6DB491EA97E5D734F69B5DD">
    <w:name w:val="4E91FBC1F6DB491EA97E5D734F69B5DD"/>
  </w:style>
  <w:style w:type="paragraph" w:customStyle="1" w:styleId="5810571D08304F228774A1F09D6378C7">
    <w:name w:val="5810571D08304F228774A1F09D6378C7"/>
  </w:style>
  <w:style w:type="paragraph" w:customStyle="1" w:styleId="88C7E63D83604B4AA3B764A8AB00B994">
    <w:name w:val="88C7E63D83604B4AA3B764A8AB00B994"/>
  </w:style>
  <w:style w:type="paragraph" w:customStyle="1" w:styleId="6D690DD787584BCF987C2A9DD17796ED">
    <w:name w:val="6D690DD787584BCF987C2A9DD17796ED"/>
  </w:style>
  <w:style w:type="paragraph" w:customStyle="1" w:styleId="E28BB32483EA4AEE97B4801251D76B28">
    <w:name w:val="E28BB32483EA4AEE97B4801251D76B28"/>
  </w:style>
  <w:style w:type="paragraph" w:customStyle="1" w:styleId="6D2FAD4FCF2E4AA983AC0C550B1F2D9F">
    <w:name w:val="6D2FAD4FCF2E4AA983AC0C550B1F2D9F"/>
  </w:style>
  <w:style w:type="paragraph" w:customStyle="1" w:styleId="307B86772A3440BB84DE401362BA4C50">
    <w:name w:val="307B86772A3440BB84DE401362BA4C50"/>
  </w:style>
  <w:style w:type="paragraph" w:customStyle="1" w:styleId="986E4EBE55CB41718F0025AF27A7606F">
    <w:name w:val="986E4EBE55CB41718F0025AF27A7606F"/>
  </w:style>
  <w:style w:type="paragraph" w:customStyle="1" w:styleId="ADDBA8BF5E9E4F0996221DEE96334E46">
    <w:name w:val="ADDBA8BF5E9E4F0996221DEE96334E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Приложение2_Согласие_сайт</Template>
  <TotalTime>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Links>
    <vt:vector size="18" baseType="variant"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Par53</vt:lpwstr>
      </vt:variant>
      <vt:variant>
        <vt:i4>5505026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5505026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С.В.</dc:creator>
  <cp:keywords/>
  <dc:description/>
  <cp:lastModifiedBy>Борисенко С.В.</cp:lastModifiedBy>
  <cp:revision>1</cp:revision>
  <cp:lastPrinted>2021-12-01T08:30:00Z</cp:lastPrinted>
  <dcterms:created xsi:type="dcterms:W3CDTF">2021-12-07T10:11:00Z</dcterms:created>
  <dcterms:modified xsi:type="dcterms:W3CDTF">2021-12-07T10:14:00Z</dcterms:modified>
</cp:coreProperties>
</file>